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D11C9F" w:rsidR="002A1CD0" w:rsidRPr="00E52CB9" w:rsidRDefault="00C86D34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Pr="0037017E">
                <w:rPr>
                  <w:rStyle w:val="Hperlink"/>
                </w:rPr>
                <w:t>info@keskkonnaamet.ee</w:t>
              </w:r>
            </w:hyperlink>
            <w:r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7A9347D8" w:rsidR="00E85637" w:rsidRDefault="00D14905" w:rsidP="0008717F">
            <w:pPr>
              <w:framePr w:w="9582" w:h="1516" w:wrap="notBeside" w:vAnchor="page" w:hAnchor="page" w:x="1793" w:y="2042"/>
            </w:pPr>
            <w:r>
              <w:t>15.01</w:t>
            </w:r>
            <w:r w:rsidR="000056DC" w:rsidRPr="000056DC">
              <w:t>.202</w:t>
            </w:r>
            <w:r>
              <w:t>5</w:t>
            </w:r>
            <w:r w:rsidR="000056DC" w:rsidRPr="000056DC">
              <w:t xml:space="preserve"> nr </w:t>
            </w:r>
            <w:r>
              <w:t>DM-130182-11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Pr="008F757C" w:rsidRDefault="003E6B00" w:rsidP="0008717F">
            <w:pPr>
              <w:framePr w:w="9582" w:h="1516" w:wrap="notBeside" w:vAnchor="page" w:hAnchor="page" w:x="1793" w:y="2042"/>
            </w:pPr>
            <w:r w:rsidRPr="008F757C">
              <w:t>(digitaalallkirja kuupäev)</w:t>
            </w:r>
          </w:p>
          <w:p w14:paraId="520A2746" w14:textId="3D7D6DD4" w:rsidR="003E6B00" w:rsidRPr="00E1567B" w:rsidRDefault="003E6B00" w:rsidP="0008717F">
            <w:pPr>
              <w:framePr w:w="9582" w:h="1516" w:wrap="notBeside" w:vAnchor="page" w:hAnchor="page" w:x="1793" w:y="2042"/>
              <w:rPr>
                <w:highlight w:val="yellow"/>
              </w:rPr>
            </w:pPr>
            <w:r w:rsidRPr="008F757C">
              <w:t xml:space="preserve">nr </w:t>
            </w:r>
            <w:r w:rsidR="0081330A">
              <w:t>3-1.1</w:t>
            </w:r>
            <w:r w:rsidRPr="008F757C">
              <w:t>/202</w:t>
            </w:r>
            <w:r w:rsidR="00D14905">
              <w:t>5</w:t>
            </w:r>
            <w:r w:rsidRPr="008F757C">
              <w:t>/</w:t>
            </w:r>
            <w:r w:rsidR="00D14905">
              <w:t>268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2354A326" w14:textId="18A8B400" w:rsidR="00A5791E" w:rsidRDefault="002A1CD0" w:rsidP="00DE1D2A">
      <w:pPr>
        <w:pStyle w:val="Pealkiri1"/>
        <w:rPr>
          <w:szCs w:val="24"/>
        </w:rPr>
      </w:pPr>
      <w:r>
        <w:rPr>
          <w:szCs w:val="24"/>
        </w:rPr>
        <w:t>(</w:t>
      </w:r>
      <w:r w:rsidR="005474DF">
        <w:rPr>
          <w:szCs w:val="24"/>
        </w:rPr>
        <w:t>Soodla VII</w:t>
      </w:r>
      <w:r w:rsidR="009B107E">
        <w:rPr>
          <w:szCs w:val="24"/>
        </w:rPr>
        <w:t xml:space="preserve"> </w:t>
      </w:r>
      <w:r>
        <w:rPr>
          <w:szCs w:val="24"/>
        </w:rPr>
        <w:t>uuringuruum)</w:t>
      </w:r>
      <w:r w:rsidR="00E52CB9">
        <w:rPr>
          <w:szCs w:val="24"/>
        </w:rPr>
        <w:t xml:space="preserve"> </w:t>
      </w:r>
      <w:bookmarkEnd w:id="0"/>
    </w:p>
    <w:p w14:paraId="6C4C8C89" w14:textId="77777777" w:rsidR="00DE1D2A" w:rsidRPr="00DE1D2A" w:rsidRDefault="00DE1D2A" w:rsidP="00DE1D2A"/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365B9E06" w14:textId="28B1E4F4" w:rsidR="002A1CD0" w:rsidRPr="008F757C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bookmarkStart w:id="1" w:name="_Hlk132709162"/>
      <w:r w:rsidRPr="008F757C"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</w:t>
      </w:r>
      <w:r w:rsidR="008F757C" w:rsidRPr="008F757C">
        <w:rPr>
          <w:rFonts w:ascii="Times New Roman" w:hAnsi="Times New Roman" w:cs="Times New Roman"/>
          <w:lang w:val="et-EE"/>
        </w:rPr>
        <w:t xml:space="preserve">RMK juhatuse 02.04.2024 otsuse nr 1-32/29 „Volituste andmine vara kasutusse andmise otsustamiseks“ punktist 1.4  </w:t>
      </w:r>
    </w:p>
    <w:p w14:paraId="252F5D74" w14:textId="0E332CA9" w:rsidR="00EA40E4" w:rsidRDefault="002A1CD0" w:rsidP="000056DC">
      <w:pPr>
        <w:pStyle w:val="Normaallaadveeb"/>
        <w:jc w:val="both"/>
        <w:rPr>
          <w:rFonts w:ascii="Times New Roman" w:hAnsi="Times New Roman" w:cs="Times New Roman"/>
          <w:lang w:val="et-EE"/>
        </w:rPr>
      </w:pPr>
      <w:r w:rsidRPr="00B53C29">
        <w:rPr>
          <w:rFonts w:ascii="Times New Roman" w:hAnsi="Times New Roman" w:cs="Times New Roman"/>
          <w:i/>
          <w:iCs/>
          <w:lang w:val="et-EE"/>
        </w:rPr>
        <w:t>anna</w:t>
      </w:r>
      <w:r w:rsidR="00052F6E" w:rsidRPr="00B53C29">
        <w:rPr>
          <w:rFonts w:ascii="Times New Roman" w:hAnsi="Times New Roman" w:cs="Times New Roman"/>
          <w:i/>
          <w:iCs/>
          <w:lang w:val="et-EE"/>
        </w:rPr>
        <w:t>n</w:t>
      </w:r>
      <w:r w:rsidRPr="00B53C29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B53C29">
        <w:rPr>
          <w:lang w:val="et-EE"/>
        </w:rPr>
        <w:t xml:space="preserve"> </w:t>
      </w:r>
      <w:r w:rsidRPr="00B53C29">
        <w:rPr>
          <w:rFonts w:ascii="Times New Roman" w:hAnsi="Times New Roman" w:cs="Times New Roman"/>
          <w:lang w:val="et-EE"/>
        </w:rPr>
        <w:t xml:space="preserve">geoloogilise uuringu tegemiseks </w:t>
      </w:r>
      <w:r w:rsidR="005474DF">
        <w:rPr>
          <w:rFonts w:ascii="Times New Roman" w:hAnsi="Times New Roman" w:cs="Times New Roman"/>
          <w:i/>
          <w:iCs/>
          <w:lang w:val="et-EE"/>
        </w:rPr>
        <w:t>Soodla VII</w:t>
      </w:r>
      <w:r w:rsidR="009B107E" w:rsidRPr="00B53C29">
        <w:rPr>
          <w:rFonts w:ascii="Times New Roman" w:hAnsi="Times New Roman" w:cs="Times New Roman"/>
          <w:i/>
          <w:iCs/>
          <w:lang w:val="et-EE"/>
        </w:rPr>
        <w:t xml:space="preserve"> </w:t>
      </w:r>
      <w:r w:rsidRPr="00B53C29">
        <w:rPr>
          <w:rFonts w:ascii="Times New Roman" w:hAnsi="Times New Roman" w:cs="Times New Roman"/>
          <w:lang w:val="et-EE"/>
        </w:rPr>
        <w:t xml:space="preserve">uuringuruumis </w:t>
      </w:r>
      <w:r w:rsidR="00217028">
        <w:rPr>
          <w:rFonts w:ascii="Times New Roman" w:hAnsi="Times New Roman" w:cs="Times New Roman"/>
          <w:lang w:val="et-EE"/>
        </w:rPr>
        <w:t>Harju</w:t>
      </w:r>
      <w:r w:rsidR="000056DC" w:rsidRPr="00B60400">
        <w:rPr>
          <w:rFonts w:ascii="Times New Roman" w:hAnsi="Times New Roman" w:cs="Times New Roman"/>
          <w:lang w:val="et-EE"/>
        </w:rPr>
        <w:t xml:space="preserve"> maakonnas </w:t>
      </w:r>
      <w:r w:rsidR="00E165EE">
        <w:rPr>
          <w:rFonts w:ascii="Times New Roman" w:hAnsi="Times New Roman" w:cs="Times New Roman"/>
          <w:lang w:val="et-EE"/>
        </w:rPr>
        <w:t>Anija</w:t>
      </w:r>
      <w:r w:rsidR="00991C82">
        <w:rPr>
          <w:rFonts w:ascii="Times New Roman" w:hAnsi="Times New Roman" w:cs="Times New Roman"/>
          <w:lang w:val="et-EE"/>
        </w:rPr>
        <w:t xml:space="preserve"> </w:t>
      </w:r>
      <w:r w:rsidR="000056DC" w:rsidRPr="00B60400">
        <w:rPr>
          <w:rFonts w:ascii="Times New Roman" w:hAnsi="Times New Roman" w:cs="Times New Roman"/>
          <w:lang w:val="et-EE"/>
        </w:rPr>
        <w:t xml:space="preserve">vallas </w:t>
      </w:r>
      <w:r w:rsidR="00E165EE">
        <w:rPr>
          <w:rFonts w:ascii="Times New Roman" w:hAnsi="Times New Roman" w:cs="Times New Roman"/>
          <w:lang w:val="et-EE"/>
        </w:rPr>
        <w:t>Soodla</w:t>
      </w:r>
      <w:r w:rsidR="002437C9">
        <w:rPr>
          <w:rFonts w:ascii="Times New Roman" w:hAnsi="Times New Roman" w:cs="Times New Roman"/>
          <w:lang w:val="et-EE"/>
        </w:rPr>
        <w:t xml:space="preserve"> külas </w:t>
      </w:r>
      <w:r w:rsidR="000056DC" w:rsidRPr="00B60400">
        <w:rPr>
          <w:rFonts w:ascii="Times New Roman" w:hAnsi="Times New Roman" w:cs="Times New Roman"/>
          <w:lang w:val="et-EE"/>
        </w:rPr>
        <w:t xml:space="preserve">riigile kuuluval </w:t>
      </w:r>
      <w:r w:rsidR="00E165EE">
        <w:rPr>
          <w:rFonts w:ascii="Times New Roman" w:hAnsi="Times New Roman" w:cs="Times New Roman"/>
          <w:lang w:val="et-EE"/>
        </w:rPr>
        <w:t xml:space="preserve">katastriüksusel </w:t>
      </w:r>
      <w:r w:rsidR="009843B0">
        <w:rPr>
          <w:rFonts w:ascii="Times New Roman" w:hAnsi="Times New Roman" w:cs="Times New Roman"/>
          <w:lang w:val="et-EE"/>
        </w:rPr>
        <w:t>Anija</w:t>
      </w:r>
      <w:r w:rsidR="002437C9">
        <w:rPr>
          <w:rFonts w:ascii="Times New Roman" w:hAnsi="Times New Roman" w:cs="Times New Roman"/>
          <w:lang w:val="et-EE"/>
        </w:rPr>
        <w:t xml:space="preserve"> metskond </w:t>
      </w:r>
      <w:r w:rsidR="009843B0">
        <w:rPr>
          <w:rFonts w:ascii="Times New Roman" w:hAnsi="Times New Roman" w:cs="Times New Roman"/>
          <w:lang w:val="et-EE"/>
        </w:rPr>
        <w:t>60</w:t>
      </w:r>
      <w:r w:rsidR="000056DC" w:rsidRPr="00B60400">
        <w:rPr>
          <w:rFonts w:ascii="Times New Roman" w:hAnsi="Times New Roman" w:cs="Times New Roman"/>
          <w:lang w:val="et-EE"/>
        </w:rPr>
        <w:t xml:space="preserve"> (katastritunnus</w:t>
      </w:r>
      <w:r w:rsidR="002437C9">
        <w:rPr>
          <w:rFonts w:ascii="Times New Roman" w:hAnsi="Times New Roman" w:cs="Times New Roman"/>
          <w:lang w:val="et-EE"/>
        </w:rPr>
        <w:t xml:space="preserve"> </w:t>
      </w:r>
      <w:r w:rsidR="009843B0" w:rsidRPr="009843B0">
        <w:rPr>
          <w:rFonts w:ascii="Times New Roman" w:hAnsi="Times New Roman" w:cs="Times New Roman"/>
          <w:lang w:val="et-EE"/>
        </w:rPr>
        <w:t>14001:002:0324</w:t>
      </w:r>
      <w:r w:rsidR="002B071D">
        <w:rPr>
          <w:rFonts w:ascii="Times New Roman" w:hAnsi="Times New Roman" w:cs="Times New Roman"/>
          <w:lang w:val="et-EE"/>
        </w:rPr>
        <w:t xml:space="preserve">) </w:t>
      </w:r>
      <w:r w:rsidRPr="00B60400">
        <w:rPr>
          <w:rFonts w:ascii="Times New Roman" w:hAnsi="Times New Roman" w:cs="Times New Roman"/>
          <w:lang w:val="et-EE"/>
        </w:rPr>
        <w:t>järgmistel tingimus</w:t>
      </w:r>
      <w:r w:rsidR="003A1F18" w:rsidRPr="00B60400">
        <w:rPr>
          <w:rFonts w:ascii="Times New Roman" w:hAnsi="Times New Roman" w:cs="Times New Roman"/>
          <w:lang w:val="et-EE"/>
        </w:rPr>
        <w:t>t</w:t>
      </w:r>
      <w:r w:rsidRPr="00B60400">
        <w:rPr>
          <w:rFonts w:ascii="Times New Roman" w:hAnsi="Times New Roman" w:cs="Times New Roman"/>
          <w:lang w:val="et-EE"/>
        </w:rPr>
        <w:t>el:</w:t>
      </w:r>
    </w:p>
    <w:p w14:paraId="488CC9F6" w14:textId="46B932D1" w:rsid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</w:t>
      </w:r>
      <w:r w:rsidRPr="008F757C">
        <w:rPr>
          <w:szCs w:val="24"/>
          <w:lang w:eastAsia="et-EE"/>
        </w:rPr>
        <w:t>RMK</w:t>
      </w:r>
      <w:r w:rsidR="00584888">
        <w:rPr>
          <w:szCs w:val="24"/>
          <w:lang w:eastAsia="et-EE"/>
        </w:rPr>
        <w:t xml:space="preserve"> </w:t>
      </w:r>
      <w:r w:rsidR="00390929">
        <w:rPr>
          <w:szCs w:val="24"/>
          <w:lang w:eastAsia="et-EE"/>
        </w:rPr>
        <w:t>K</w:t>
      </w:r>
      <w:r w:rsidR="009843B0">
        <w:rPr>
          <w:szCs w:val="24"/>
          <w:lang w:eastAsia="et-EE"/>
        </w:rPr>
        <w:t>irde</w:t>
      </w:r>
      <w:r w:rsidR="002B39DD" w:rsidRPr="008F757C">
        <w:rPr>
          <w:szCs w:val="24"/>
          <w:lang w:eastAsia="et-EE"/>
        </w:rPr>
        <w:t xml:space="preserve"> regiooni </w:t>
      </w:r>
      <w:r w:rsidR="001D476A">
        <w:rPr>
          <w:szCs w:val="24"/>
          <w:lang w:eastAsia="et-EE"/>
        </w:rPr>
        <w:t>(</w:t>
      </w:r>
      <w:hyperlink r:id="rId12" w:history="1">
        <w:r w:rsidR="00F8667B" w:rsidRPr="00B71927">
          <w:rPr>
            <w:rStyle w:val="Hperlink"/>
            <w:szCs w:val="24"/>
            <w:lang w:eastAsia="et-EE"/>
          </w:rPr>
          <w:t>kirde.regioon@rmk.ee</w:t>
        </w:r>
      </w:hyperlink>
      <w:r w:rsidR="00C42A1B">
        <w:rPr>
          <w:szCs w:val="24"/>
          <w:lang w:eastAsia="et-EE"/>
        </w:rPr>
        <w:t>)</w:t>
      </w:r>
      <w:r w:rsidR="00FF7F33">
        <w:rPr>
          <w:szCs w:val="24"/>
          <w:lang w:eastAsia="et-EE"/>
        </w:rPr>
        <w:t xml:space="preserve"> </w:t>
      </w:r>
      <w:r w:rsidR="00172CDB">
        <w:rPr>
          <w:szCs w:val="24"/>
          <w:lang w:eastAsia="et-EE"/>
        </w:rPr>
        <w:t>vä</w:t>
      </w:r>
      <w:r w:rsidRPr="002A1CD0">
        <w:rPr>
          <w:szCs w:val="24"/>
          <w:lang w:eastAsia="et-EE"/>
        </w:rPr>
        <w:t>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1669EDC8" w:rsidR="00D3776D" w:rsidRDefault="00902E50" w:rsidP="00D3776D">
      <w:r>
        <w:t>Karl Mänd</w:t>
      </w:r>
    </w:p>
    <w:p w14:paraId="0FB7A136" w14:textId="1F087801" w:rsidR="00D3776D" w:rsidRDefault="008E1D22" w:rsidP="00D3776D">
      <w:r>
        <w:t>Juhataja</w:t>
      </w:r>
    </w:p>
    <w:p w14:paraId="1043BD5C" w14:textId="77777777" w:rsidR="000360BC" w:rsidRDefault="000360BC" w:rsidP="000360BC">
      <w:r>
        <w:t>Kinnisvaraosakond</w:t>
      </w:r>
    </w:p>
    <w:p w14:paraId="6A43F47E" w14:textId="77777777" w:rsidR="000E16DB" w:rsidRDefault="000E16DB" w:rsidP="00A5791E">
      <w:pPr>
        <w:rPr>
          <w:szCs w:val="24"/>
        </w:rPr>
      </w:pPr>
    </w:p>
    <w:p w14:paraId="755F5A01" w14:textId="77777777" w:rsidR="00E7038D" w:rsidRDefault="00E7038D" w:rsidP="00A5791E">
      <w:pPr>
        <w:rPr>
          <w:szCs w:val="24"/>
        </w:rPr>
      </w:pPr>
    </w:p>
    <w:p w14:paraId="1558CA60" w14:textId="77777777" w:rsidR="00E7038D" w:rsidRDefault="00E7038D" w:rsidP="00A5791E">
      <w:pPr>
        <w:rPr>
          <w:szCs w:val="24"/>
        </w:rPr>
      </w:pPr>
    </w:p>
    <w:p w14:paraId="7FB1BEFE" w14:textId="77777777" w:rsidR="00E7038D" w:rsidRDefault="00E7038D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3"/>
          <w:footerReference w:type="default" r:id="rId14"/>
          <w:headerReference w:type="first" r:id="rId15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6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7"/>
      <w:headerReference w:type="first" r:id="rId18"/>
      <w:footerReference w:type="first" r:id="rId19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CF6D3" w14:textId="77777777" w:rsidR="004C08DB" w:rsidRDefault="004C08DB">
      <w:r>
        <w:separator/>
      </w:r>
    </w:p>
  </w:endnote>
  <w:endnote w:type="continuationSeparator" w:id="0">
    <w:p w14:paraId="25192E33" w14:textId="77777777" w:rsidR="004C08DB" w:rsidRDefault="004C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F5F6B" w14:textId="77777777" w:rsidR="004C08DB" w:rsidRDefault="004C08DB">
      <w:r>
        <w:separator/>
      </w:r>
    </w:p>
  </w:footnote>
  <w:footnote w:type="continuationSeparator" w:id="0">
    <w:p w14:paraId="33E2169D" w14:textId="77777777" w:rsidR="004C08DB" w:rsidRDefault="004C0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056DC"/>
    <w:rsid w:val="0000587A"/>
    <w:rsid w:val="000360BC"/>
    <w:rsid w:val="00052F6E"/>
    <w:rsid w:val="00053A52"/>
    <w:rsid w:val="000560AB"/>
    <w:rsid w:val="00057FC6"/>
    <w:rsid w:val="0006167A"/>
    <w:rsid w:val="00063F19"/>
    <w:rsid w:val="0008717F"/>
    <w:rsid w:val="000D31BC"/>
    <w:rsid w:val="000E16DB"/>
    <w:rsid w:val="000E5220"/>
    <w:rsid w:val="00114064"/>
    <w:rsid w:val="00114CCA"/>
    <w:rsid w:val="00117EEA"/>
    <w:rsid w:val="0015432F"/>
    <w:rsid w:val="00172CDB"/>
    <w:rsid w:val="00187A2D"/>
    <w:rsid w:val="001956F4"/>
    <w:rsid w:val="001A6357"/>
    <w:rsid w:val="001B31F6"/>
    <w:rsid w:val="001C1023"/>
    <w:rsid w:val="001C37A8"/>
    <w:rsid w:val="001C7A3A"/>
    <w:rsid w:val="001D0E89"/>
    <w:rsid w:val="001D139F"/>
    <w:rsid w:val="001D2972"/>
    <w:rsid w:val="001D476A"/>
    <w:rsid w:val="001E574A"/>
    <w:rsid w:val="001F6F3F"/>
    <w:rsid w:val="002056C5"/>
    <w:rsid w:val="00217028"/>
    <w:rsid w:val="00226A01"/>
    <w:rsid w:val="00231DFB"/>
    <w:rsid w:val="002321CD"/>
    <w:rsid w:val="002437C9"/>
    <w:rsid w:val="002452C7"/>
    <w:rsid w:val="00260104"/>
    <w:rsid w:val="002662D2"/>
    <w:rsid w:val="002710FC"/>
    <w:rsid w:val="00285B57"/>
    <w:rsid w:val="002A1CD0"/>
    <w:rsid w:val="002A5628"/>
    <w:rsid w:val="002B071D"/>
    <w:rsid w:val="002B39DD"/>
    <w:rsid w:val="002C3834"/>
    <w:rsid w:val="002E4286"/>
    <w:rsid w:val="002E6ECE"/>
    <w:rsid w:val="00304CDB"/>
    <w:rsid w:val="00305FF9"/>
    <w:rsid w:val="003123CB"/>
    <w:rsid w:val="003169BD"/>
    <w:rsid w:val="00323231"/>
    <w:rsid w:val="00324277"/>
    <w:rsid w:val="00326150"/>
    <w:rsid w:val="00331BE2"/>
    <w:rsid w:val="00346790"/>
    <w:rsid w:val="00353DC3"/>
    <w:rsid w:val="00356C40"/>
    <w:rsid w:val="00390929"/>
    <w:rsid w:val="003A08B0"/>
    <w:rsid w:val="003A1F18"/>
    <w:rsid w:val="003A7612"/>
    <w:rsid w:val="003A7D03"/>
    <w:rsid w:val="003B109D"/>
    <w:rsid w:val="003B651D"/>
    <w:rsid w:val="003C72BD"/>
    <w:rsid w:val="003D2C65"/>
    <w:rsid w:val="003E1DC1"/>
    <w:rsid w:val="003E6B00"/>
    <w:rsid w:val="003F4D7B"/>
    <w:rsid w:val="00404E32"/>
    <w:rsid w:val="00433B2F"/>
    <w:rsid w:val="00436506"/>
    <w:rsid w:val="00452BBB"/>
    <w:rsid w:val="00462FA0"/>
    <w:rsid w:val="0046588E"/>
    <w:rsid w:val="004666B6"/>
    <w:rsid w:val="00467D9E"/>
    <w:rsid w:val="00472518"/>
    <w:rsid w:val="00473231"/>
    <w:rsid w:val="00473D70"/>
    <w:rsid w:val="00491E34"/>
    <w:rsid w:val="004C08DB"/>
    <w:rsid w:val="00526C36"/>
    <w:rsid w:val="00543D65"/>
    <w:rsid w:val="005474DF"/>
    <w:rsid w:val="00566628"/>
    <w:rsid w:val="00573E3E"/>
    <w:rsid w:val="00584888"/>
    <w:rsid w:val="005B06E6"/>
    <w:rsid w:val="005B09AD"/>
    <w:rsid w:val="005B68C7"/>
    <w:rsid w:val="005C0363"/>
    <w:rsid w:val="005C2177"/>
    <w:rsid w:val="005E4A6C"/>
    <w:rsid w:val="005F4B43"/>
    <w:rsid w:val="005F7BE2"/>
    <w:rsid w:val="0061015B"/>
    <w:rsid w:val="00610370"/>
    <w:rsid w:val="006256B4"/>
    <w:rsid w:val="00627D95"/>
    <w:rsid w:val="00632D52"/>
    <w:rsid w:val="00693394"/>
    <w:rsid w:val="006A068A"/>
    <w:rsid w:val="006A1BAF"/>
    <w:rsid w:val="006B62B9"/>
    <w:rsid w:val="006C1CEA"/>
    <w:rsid w:val="006C24BF"/>
    <w:rsid w:val="006D0212"/>
    <w:rsid w:val="006D6161"/>
    <w:rsid w:val="006E3EC3"/>
    <w:rsid w:val="006F342E"/>
    <w:rsid w:val="007042CA"/>
    <w:rsid w:val="00704BBF"/>
    <w:rsid w:val="0073761F"/>
    <w:rsid w:val="007425E0"/>
    <w:rsid w:val="00742742"/>
    <w:rsid w:val="007545F4"/>
    <w:rsid w:val="00767E7A"/>
    <w:rsid w:val="007811C3"/>
    <w:rsid w:val="007846DC"/>
    <w:rsid w:val="00785524"/>
    <w:rsid w:val="007B3077"/>
    <w:rsid w:val="007B4434"/>
    <w:rsid w:val="007B7275"/>
    <w:rsid w:val="007C4948"/>
    <w:rsid w:val="007D5A39"/>
    <w:rsid w:val="007E014C"/>
    <w:rsid w:val="007E0D20"/>
    <w:rsid w:val="007F482F"/>
    <w:rsid w:val="007F68A8"/>
    <w:rsid w:val="00801AF7"/>
    <w:rsid w:val="00804051"/>
    <w:rsid w:val="00805318"/>
    <w:rsid w:val="0081330A"/>
    <w:rsid w:val="00813670"/>
    <w:rsid w:val="00821CBA"/>
    <w:rsid w:val="00842C54"/>
    <w:rsid w:val="00845FCB"/>
    <w:rsid w:val="00872B6A"/>
    <w:rsid w:val="008923A5"/>
    <w:rsid w:val="008B1038"/>
    <w:rsid w:val="008C0A3A"/>
    <w:rsid w:val="008C1DB8"/>
    <w:rsid w:val="008C4588"/>
    <w:rsid w:val="008C4833"/>
    <w:rsid w:val="008D465E"/>
    <w:rsid w:val="008E1D22"/>
    <w:rsid w:val="008F757C"/>
    <w:rsid w:val="009016BD"/>
    <w:rsid w:val="00902E50"/>
    <w:rsid w:val="00904EEB"/>
    <w:rsid w:val="00911355"/>
    <w:rsid w:val="00955199"/>
    <w:rsid w:val="00974893"/>
    <w:rsid w:val="009843B0"/>
    <w:rsid w:val="00991C82"/>
    <w:rsid w:val="009B107E"/>
    <w:rsid w:val="009B77A7"/>
    <w:rsid w:val="009C7100"/>
    <w:rsid w:val="009D3F3A"/>
    <w:rsid w:val="009F0D8A"/>
    <w:rsid w:val="009F1441"/>
    <w:rsid w:val="00A1126C"/>
    <w:rsid w:val="00A13B4E"/>
    <w:rsid w:val="00A20384"/>
    <w:rsid w:val="00A22619"/>
    <w:rsid w:val="00A328B2"/>
    <w:rsid w:val="00A343F0"/>
    <w:rsid w:val="00A508D3"/>
    <w:rsid w:val="00A5791E"/>
    <w:rsid w:val="00A6702F"/>
    <w:rsid w:val="00A808EB"/>
    <w:rsid w:val="00A84D9B"/>
    <w:rsid w:val="00A9445B"/>
    <w:rsid w:val="00AA43C1"/>
    <w:rsid w:val="00AA6DA9"/>
    <w:rsid w:val="00AB49EC"/>
    <w:rsid w:val="00B11C97"/>
    <w:rsid w:val="00B3135B"/>
    <w:rsid w:val="00B53C29"/>
    <w:rsid w:val="00B60400"/>
    <w:rsid w:val="00B6578F"/>
    <w:rsid w:val="00B7167D"/>
    <w:rsid w:val="00B7608B"/>
    <w:rsid w:val="00B81494"/>
    <w:rsid w:val="00B96280"/>
    <w:rsid w:val="00BB75EA"/>
    <w:rsid w:val="00BE3203"/>
    <w:rsid w:val="00BE3417"/>
    <w:rsid w:val="00BF0803"/>
    <w:rsid w:val="00C03DB8"/>
    <w:rsid w:val="00C15C10"/>
    <w:rsid w:val="00C20FE8"/>
    <w:rsid w:val="00C32B5E"/>
    <w:rsid w:val="00C42A1B"/>
    <w:rsid w:val="00C52479"/>
    <w:rsid w:val="00C548CE"/>
    <w:rsid w:val="00C67247"/>
    <w:rsid w:val="00C70DF2"/>
    <w:rsid w:val="00C81BC5"/>
    <w:rsid w:val="00C86D34"/>
    <w:rsid w:val="00C96D77"/>
    <w:rsid w:val="00CB00F5"/>
    <w:rsid w:val="00CB440F"/>
    <w:rsid w:val="00CB4DEE"/>
    <w:rsid w:val="00CF0857"/>
    <w:rsid w:val="00CF2094"/>
    <w:rsid w:val="00CF60D3"/>
    <w:rsid w:val="00D14905"/>
    <w:rsid w:val="00D15896"/>
    <w:rsid w:val="00D218C9"/>
    <w:rsid w:val="00D3776D"/>
    <w:rsid w:val="00D54DD6"/>
    <w:rsid w:val="00D65A05"/>
    <w:rsid w:val="00D85D5E"/>
    <w:rsid w:val="00D96DE1"/>
    <w:rsid w:val="00DA0DB5"/>
    <w:rsid w:val="00DB3A9A"/>
    <w:rsid w:val="00DB5F31"/>
    <w:rsid w:val="00DB6003"/>
    <w:rsid w:val="00DE1D2A"/>
    <w:rsid w:val="00DE3C11"/>
    <w:rsid w:val="00DE7E28"/>
    <w:rsid w:val="00E00595"/>
    <w:rsid w:val="00E12E74"/>
    <w:rsid w:val="00E1567B"/>
    <w:rsid w:val="00E165EE"/>
    <w:rsid w:val="00E26B19"/>
    <w:rsid w:val="00E451DE"/>
    <w:rsid w:val="00E52CB9"/>
    <w:rsid w:val="00E57B71"/>
    <w:rsid w:val="00E64FF2"/>
    <w:rsid w:val="00E7038D"/>
    <w:rsid w:val="00E85637"/>
    <w:rsid w:val="00EA40E4"/>
    <w:rsid w:val="00EA4BC5"/>
    <w:rsid w:val="00EC3635"/>
    <w:rsid w:val="00EC5BAE"/>
    <w:rsid w:val="00ED2E71"/>
    <w:rsid w:val="00EE2D71"/>
    <w:rsid w:val="00EF1B55"/>
    <w:rsid w:val="00EF2513"/>
    <w:rsid w:val="00F04FCF"/>
    <w:rsid w:val="00F06E62"/>
    <w:rsid w:val="00F31D04"/>
    <w:rsid w:val="00F374BD"/>
    <w:rsid w:val="00F4532C"/>
    <w:rsid w:val="00F742EA"/>
    <w:rsid w:val="00F85803"/>
    <w:rsid w:val="00F8667B"/>
    <w:rsid w:val="00F94062"/>
    <w:rsid w:val="00FA13B3"/>
    <w:rsid w:val="00FA241C"/>
    <w:rsid w:val="00FA3BCA"/>
    <w:rsid w:val="00FA5A10"/>
    <w:rsid w:val="00FC61B2"/>
    <w:rsid w:val="00FD2751"/>
    <w:rsid w:val="00FD33CF"/>
    <w:rsid w:val="00FD5E49"/>
    <w:rsid w:val="00FF14A3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kirde.regioon@rmk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urve.jogi@rmk.e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info@keskkonnaamet.ee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(1).dotx</Template>
  <TotalTime>5</TotalTime>
  <Pages>1</Pages>
  <Words>125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1276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8</cp:revision>
  <cp:lastPrinted>2024-06-10T08:40:00Z</cp:lastPrinted>
  <dcterms:created xsi:type="dcterms:W3CDTF">2025-01-27T12:05:00Z</dcterms:created>
  <dcterms:modified xsi:type="dcterms:W3CDTF">2025-01-27T12:10:00Z</dcterms:modified>
</cp:coreProperties>
</file>